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5A79B147" w:rsidR="00F862D6" w:rsidRPr="003E6B9A" w:rsidRDefault="00A71023" w:rsidP="0037111D">
            <w:r w:rsidRPr="00A71023">
              <w:rPr>
                <w:rFonts w:ascii="Helvetica" w:hAnsi="Helvetica"/>
              </w:rPr>
              <w:t>6177/2024-SŽ-SSV-Ú3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7F215AC0" w:rsidR="00F862D6" w:rsidRPr="00C10590" w:rsidRDefault="00A71023" w:rsidP="00CC1E2B">
            <w:pPr>
              <w:rPr>
                <w:highlight w:val="cyan"/>
              </w:rPr>
            </w:pPr>
            <w:r w:rsidRPr="00A71023">
              <w:t>2</w:t>
            </w:r>
            <w:r w:rsidR="003E6B9A" w:rsidRPr="00A71023">
              <w:t>/</w:t>
            </w:r>
            <w:r w:rsidRPr="00A71023">
              <w:t>5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6E4038B0" w:rsidR="00F862D6" w:rsidRPr="003E6B9A" w:rsidRDefault="00C10590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50686E2" w:rsidR="009A7568" w:rsidRPr="003E6B9A" w:rsidRDefault="00C10590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C152C5B" w:rsidR="009A7568" w:rsidRPr="003E6B9A" w:rsidRDefault="00A71023" w:rsidP="006104F6">
            <w:hyperlink r:id="rId11" w:history="1">
              <w:r w:rsidR="00C10590" w:rsidRPr="009355E9">
                <w:rPr>
                  <w:rStyle w:val="Hypertextovodkaz"/>
                </w:rPr>
                <w:t>Prerovska@spravazeleznic.cz</w:t>
              </w:r>
            </w:hyperlink>
            <w:r w:rsidR="00C10590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411E9162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71023">
              <w:rPr>
                <w:noProof/>
              </w:rPr>
              <w:t>3. června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0D29F55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1A10ED">
        <w:rPr>
          <w:rFonts w:eastAsia="Times New Roman" w:cs="Times New Roman"/>
          <w:lang w:eastAsia="cs-CZ"/>
        </w:rPr>
        <w:t>18</w:t>
      </w:r>
    </w:p>
    <w:p w14:paraId="25C6ADAC" w14:textId="38968B0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C10590">
        <w:rPr>
          <w:rFonts w:eastAsia="Calibri" w:cs="Times New Roman"/>
          <w:b/>
          <w:bCs/>
          <w:lang w:eastAsia="cs-CZ"/>
        </w:rPr>
        <w:t>Modernizace ŽST Jihlava město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1D48AB6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1A10ED">
        <w:rPr>
          <w:rFonts w:eastAsia="Calibri" w:cs="Times New Roman"/>
          <w:b/>
          <w:lang w:eastAsia="cs-CZ"/>
        </w:rPr>
        <w:t>284</w:t>
      </w:r>
      <w:r w:rsidRPr="00BD5319">
        <w:rPr>
          <w:rFonts w:eastAsia="Calibri" w:cs="Times New Roman"/>
          <w:b/>
          <w:lang w:eastAsia="cs-CZ"/>
        </w:rPr>
        <w:t>:</w:t>
      </w:r>
    </w:p>
    <w:p w14:paraId="4623732B" w14:textId="77777777" w:rsidR="001A10ED" w:rsidRPr="001A10ED" w:rsidRDefault="001A10ED" w:rsidP="001A10E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A10ED">
        <w:rPr>
          <w:rFonts w:eastAsia="Calibri" w:cs="Times New Roman"/>
          <w:bCs/>
          <w:lang w:eastAsia="cs-CZ"/>
        </w:rPr>
        <w:t>SO 31-16-01</w:t>
      </w:r>
    </w:p>
    <w:p w14:paraId="59061B14" w14:textId="77777777" w:rsidR="001A10ED" w:rsidRPr="001A10ED" w:rsidRDefault="001A10ED" w:rsidP="001A10E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A10ED">
        <w:rPr>
          <w:rFonts w:eastAsia="Calibri" w:cs="Times New Roman"/>
          <w:bCs/>
          <w:lang w:eastAsia="cs-CZ"/>
        </w:rPr>
        <w:t xml:space="preserve">Dle vzorových příčných řezů mají být příkopové žlaby UCH opatřeny hydroizolačním nátěrem. </w:t>
      </w:r>
    </w:p>
    <w:p w14:paraId="5A49B2AB" w14:textId="77777777" w:rsidR="001A10ED" w:rsidRPr="001A10ED" w:rsidRDefault="001A10ED" w:rsidP="001A10E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F925D6B" w14:textId="5858333F" w:rsidR="00BD5319" w:rsidRPr="001A10ED" w:rsidRDefault="001A10ED" w:rsidP="001A10E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A10ED">
        <w:rPr>
          <w:rFonts w:eastAsia="Calibri" w:cs="Times New Roman"/>
          <w:bCs/>
          <w:lang w:eastAsia="cs-CZ"/>
        </w:rPr>
        <w:t>Žádáme o sdělení, která položka Soupisu prací tento nátěr obsahuje.</w:t>
      </w:r>
    </w:p>
    <w:p w14:paraId="483BC8B8" w14:textId="77777777" w:rsidR="001A10ED" w:rsidRPr="00BD5319" w:rsidRDefault="001A10ED" w:rsidP="001A10E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C34DB37" w14:textId="0CB48D5A" w:rsidR="00D5554D" w:rsidRPr="008018BC" w:rsidRDefault="00D5554D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8018BC">
        <w:rPr>
          <w:rFonts w:eastAsia="Times New Roman" w:cs="Times New Roman"/>
          <w:b/>
          <w:bCs/>
          <w:lang w:eastAsia="cs-CZ"/>
        </w:rPr>
        <w:t>Do</w:t>
      </w:r>
      <w:r w:rsidR="000B4FC0" w:rsidRPr="008018BC">
        <w:rPr>
          <w:rFonts w:eastAsia="Times New Roman" w:cs="Times New Roman"/>
          <w:b/>
          <w:bCs/>
          <w:lang w:eastAsia="cs-CZ"/>
        </w:rPr>
        <w:t xml:space="preserve"> soupisu prací</w:t>
      </w:r>
      <w:r w:rsidRPr="008018BC">
        <w:rPr>
          <w:rFonts w:eastAsia="Times New Roman" w:cs="Times New Roman"/>
          <w:b/>
          <w:bCs/>
          <w:lang w:eastAsia="cs-CZ"/>
        </w:rPr>
        <w:t xml:space="preserve"> SO 31-16-01 byla doplněna položka č. 58, kód položky 711111, „IZOLACE BĚŽNÝCH KONSTRUKCÍ PROTI ZEMNÍ VLHKOSTI ASFALTOVÝMI NÁTĚRY“</w:t>
      </w:r>
    </w:p>
    <w:p w14:paraId="08AD43D0" w14:textId="77777777" w:rsidR="001A10ED" w:rsidRDefault="001A10ED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CD5927" w14:textId="77777777" w:rsidR="008018BC" w:rsidRPr="00BD5319" w:rsidRDefault="008018BC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5F558B19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 w:rsidR="001A10ED">
        <w:rPr>
          <w:rFonts w:eastAsia="Calibri" w:cs="Times New Roman"/>
          <w:b/>
          <w:lang w:eastAsia="cs-CZ"/>
        </w:rPr>
        <w:t>85</w:t>
      </w:r>
      <w:r w:rsidRPr="00BD5319">
        <w:rPr>
          <w:rFonts w:eastAsia="Calibri" w:cs="Times New Roman"/>
          <w:b/>
          <w:lang w:eastAsia="cs-CZ"/>
        </w:rPr>
        <w:t>:</w:t>
      </w:r>
    </w:p>
    <w:p w14:paraId="35CC598D" w14:textId="77777777" w:rsidR="001A10ED" w:rsidRPr="001A10ED" w:rsidRDefault="001A10ED" w:rsidP="001A10E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A10ED">
        <w:rPr>
          <w:rFonts w:eastAsia="Calibri" w:cs="Times New Roman"/>
          <w:bCs/>
          <w:lang w:eastAsia="cs-CZ"/>
        </w:rPr>
        <w:t>SO 31-16-01</w:t>
      </w:r>
    </w:p>
    <w:p w14:paraId="7B943AC7" w14:textId="77777777" w:rsidR="001A10ED" w:rsidRPr="001A10ED" w:rsidRDefault="001A10ED" w:rsidP="001A10E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A10ED">
        <w:rPr>
          <w:rFonts w:eastAsia="Calibri" w:cs="Times New Roman"/>
          <w:bCs/>
          <w:lang w:eastAsia="cs-CZ"/>
        </w:rPr>
        <w:t xml:space="preserve">Žádáme o sdělení, ve které položce soupisu prací je zahrnut zásyp příkopových žlabů UCH nepropustným materiálem po úroveň odvodňovacích otvorů. </w:t>
      </w:r>
    </w:p>
    <w:p w14:paraId="002E726F" w14:textId="009FEC38" w:rsidR="00BD5319" w:rsidRPr="001A10ED" w:rsidRDefault="001A10ED" w:rsidP="001A10E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A10ED">
        <w:rPr>
          <w:rFonts w:eastAsia="Calibri" w:cs="Times New Roman"/>
          <w:bCs/>
          <w:lang w:eastAsia="cs-CZ"/>
        </w:rPr>
        <w:t>Nalezli jsme pouze pol. 16, což je však zásyp rubu žlabů UCH kamenivem.</w:t>
      </w:r>
    </w:p>
    <w:p w14:paraId="332C1212" w14:textId="77777777" w:rsidR="001A10ED" w:rsidRPr="00BD5319" w:rsidRDefault="001A10ED" w:rsidP="001A10E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D661DE3" w14:textId="71491D46" w:rsidR="00BD5319" w:rsidRPr="008018BC" w:rsidRDefault="00D5554D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8018BC">
        <w:rPr>
          <w:rFonts w:eastAsia="Times New Roman" w:cs="Times New Roman"/>
          <w:b/>
          <w:bCs/>
          <w:lang w:eastAsia="cs-CZ"/>
        </w:rPr>
        <w:t xml:space="preserve">Do </w:t>
      </w:r>
      <w:r w:rsidR="000B4FC0" w:rsidRPr="008018BC">
        <w:rPr>
          <w:rFonts w:eastAsia="Times New Roman" w:cs="Times New Roman"/>
          <w:b/>
          <w:bCs/>
          <w:lang w:eastAsia="cs-CZ"/>
        </w:rPr>
        <w:t>soupisu prací</w:t>
      </w:r>
      <w:r w:rsidRPr="008018BC">
        <w:rPr>
          <w:rFonts w:eastAsia="Times New Roman" w:cs="Times New Roman"/>
          <w:b/>
          <w:bCs/>
          <w:lang w:eastAsia="cs-CZ"/>
        </w:rPr>
        <w:t xml:space="preserve"> SO 31-16-01 byla doplněna položka č. 57, kód položky 17451, „ZÁSYP JAM A RÝH ZE ZEMIN NEPROPUSTNÝCH“</w:t>
      </w:r>
    </w:p>
    <w:p w14:paraId="39DC49C0" w14:textId="77777777" w:rsid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5ACD7F9" w14:textId="77777777" w:rsidR="008018BC" w:rsidRDefault="008018BC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BE2F66A" w14:textId="0C7AEEF6" w:rsidR="001A10ED" w:rsidRPr="007E2C4E" w:rsidRDefault="007E2C4E" w:rsidP="00BD53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7E2C4E">
        <w:rPr>
          <w:rFonts w:eastAsia="Times New Roman" w:cs="Times New Roman"/>
          <w:b/>
          <w:bCs/>
          <w:lang w:eastAsia="cs-CZ"/>
        </w:rPr>
        <w:t>Dotaz č. 286:</w:t>
      </w:r>
    </w:p>
    <w:p w14:paraId="6BBE7734" w14:textId="77777777" w:rsidR="007E2C4E" w:rsidRPr="007E2C4E" w:rsidRDefault="007E2C4E" w:rsidP="007E2C4E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7E2C4E">
        <w:rPr>
          <w:rFonts w:eastAsia="Times New Roman" w:cs="Times New Roman"/>
          <w:b/>
          <w:bCs/>
          <w:lang w:eastAsia="cs-CZ"/>
        </w:rPr>
        <w:t>SO 98-98      ŽST Jihlava město, Všeobecný objekt</w:t>
      </w:r>
    </w:p>
    <w:p w14:paraId="04EFFEC1" w14:textId="77777777" w:rsidR="007E2C4E" w:rsidRPr="007E2C4E" w:rsidRDefault="007E2C4E" w:rsidP="007E2C4E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060CE525" w14:textId="77777777" w:rsidR="007E2C4E" w:rsidRPr="007E2C4E" w:rsidRDefault="007E2C4E" w:rsidP="007E2C4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E2C4E">
        <w:rPr>
          <w:rFonts w:eastAsia="Times New Roman" w:cs="Times New Roman"/>
          <w:lang w:eastAsia="cs-CZ"/>
        </w:rPr>
        <w:t>Prosíme zadavatele o vysvětlení položky č.12 výše uvedeného objektu „Nájmy hrazené zhotovitelem“ (popis položky v předepsaném rozsahu a počtu dle VTP a ZTP).</w:t>
      </w:r>
    </w:p>
    <w:p w14:paraId="4477D017" w14:textId="2286854B" w:rsidR="007E2C4E" w:rsidRPr="007E2C4E" w:rsidRDefault="007E2C4E" w:rsidP="007E2C4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E2C4E">
        <w:rPr>
          <w:rFonts w:eastAsia="Times New Roman" w:cs="Times New Roman"/>
          <w:lang w:eastAsia="cs-CZ"/>
        </w:rPr>
        <w:t>Ve VTP se na str.7 nachází následující bod:</w:t>
      </w:r>
    </w:p>
    <w:p w14:paraId="4376CE55" w14:textId="77777777" w:rsidR="007E2C4E" w:rsidRPr="007E2C4E" w:rsidRDefault="007E2C4E" w:rsidP="007E2C4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FD673C3" w14:textId="77777777" w:rsidR="007E2C4E" w:rsidRPr="007E2C4E" w:rsidRDefault="007E2C4E" w:rsidP="007E2C4E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E2C4E">
        <w:rPr>
          <w:rFonts w:eastAsia="Times New Roman" w:cs="Times New Roman"/>
          <w:i/>
          <w:iCs/>
          <w:lang w:eastAsia="cs-CZ"/>
        </w:rPr>
        <w:t>2.2.3 Zhotovitel bude koordinovat nájemní vztahy související se Stavbou a s průběhem Stavby</w:t>
      </w:r>
    </w:p>
    <w:p w14:paraId="2123D45C" w14:textId="77777777" w:rsidR="007E2C4E" w:rsidRPr="007E2C4E" w:rsidRDefault="007E2C4E" w:rsidP="007E2C4E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lang w:eastAsia="cs-CZ"/>
        </w:rPr>
      </w:pPr>
      <w:r w:rsidRPr="007E2C4E">
        <w:rPr>
          <w:rFonts w:eastAsia="Times New Roman" w:cs="Times New Roman"/>
          <w:i/>
          <w:iCs/>
          <w:lang w:eastAsia="cs-CZ"/>
        </w:rPr>
        <w:t xml:space="preserve">dle aktuálního harmonogramu výstavby. </w:t>
      </w:r>
      <w:r w:rsidRPr="007E2C4E">
        <w:rPr>
          <w:rFonts w:eastAsia="Times New Roman" w:cs="Times New Roman"/>
          <w:b/>
          <w:bCs/>
          <w:i/>
          <w:iCs/>
          <w:lang w:eastAsia="cs-CZ"/>
        </w:rPr>
        <w:t>Práva a povinnosti z nájemních smluv uzavřených</w:t>
      </w:r>
    </w:p>
    <w:p w14:paraId="7696A310" w14:textId="77777777" w:rsidR="007E2C4E" w:rsidRPr="007E2C4E" w:rsidRDefault="007E2C4E" w:rsidP="007E2C4E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E2C4E">
        <w:rPr>
          <w:rFonts w:eastAsia="Times New Roman" w:cs="Times New Roman"/>
          <w:b/>
          <w:bCs/>
          <w:i/>
          <w:iCs/>
          <w:lang w:eastAsia="cs-CZ"/>
        </w:rPr>
        <w:t>Objednatelem po uveřejnění ZD postoupí Objednatel Zhotoviteli zvláštním dokumentem.</w:t>
      </w:r>
    </w:p>
    <w:p w14:paraId="0BFA8E42" w14:textId="77777777" w:rsidR="007E2C4E" w:rsidRPr="007E2C4E" w:rsidRDefault="007E2C4E" w:rsidP="007E2C4E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E2C4E">
        <w:rPr>
          <w:rFonts w:eastAsia="Times New Roman" w:cs="Times New Roman"/>
          <w:i/>
          <w:iCs/>
          <w:lang w:eastAsia="cs-CZ"/>
        </w:rPr>
        <w:t>Nájemné uhrazené Zhotovitelem z takto postoupených nájemních smluv bude Zhotoviteli</w:t>
      </w:r>
    </w:p>
    <w:p w14:paraId="26302DC1" w14:textId="77777777" w:rsidR="007E2C4E" w:rsidRPr="007E2C4E" w:rsidRDefault="007E2C4E" w:rsidP="007E2C4E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E2C4E">
        <w:rPr>
          <w:rFonts w:eastAsia="Times New Roman" w:cs="Times New Roman"/>
          <w:i/>
          <w:iCs/>
          <w:lang w:eastAsia="cs-CZ"/>
        </w:rPr>
        <w:t>nahrazeno Objednatelem na základě vyúčtování prokazatelně uhrazeného nájemného.</w:t>
      </w:r>
    </w:p>
    <w:p w14:paraId="21580C4C" w14:textId="77777777" w:rsidR="007E2C4E" w:rsidRPr="007E2C4E" w:rsidRDefault="007E2C4E" w:rsidP="007E2C4E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E2C4E">
        <w:rPr>
          <w:rFonts w:eastAsia="Times New Roman" w:cs="Times New Roman"/>
          <w:i/>
          <w:iCs/>
          <w:lang w:eastAsia="cs-CZ"/>
        </w:rPr>
        <w:t>Pro koordinaci pověří člena Personálu zhotovitele, který bude zejména komunikovat</w:t>
      </w:r>
    </w:p>
    <w:p w14:paraId="49DC8884" w14:textId="77777777" w:rsidR="007E2C4E" w:rsidRPr="007E2C4E" w:rsidRDefault="007E2C4E" w:rsidP="007E2C4E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E2C4E">
        <w:rPr>
          <w:rFonts w:eastAsia="Times New Roman" w:cs="Times New Roman"/>
          <w:i/>
          <w:iCs/>
          <w:lang w:eastAsia="cs-CZ"/>
        </w:rPr>
        <w:t>s vlastníky předmětů nájmů o zahájení předmětu nájmů, přejímání a předávání předmětů</w:t>
      </w:r>
    </w:p>
    <w:p w14:paraId="2C6DFFAE" w14:textId="77777777" w:rsidR="007E2C4E" w:rsidRPr="007E2C4E" w:rsidRDefault="007E2C4E" w:rsidP="007E2C4E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E2C4E">
        <w:rPr>
          <w:rFonts w:eastAsia="Times New Roman" w:cs="Times New Roman"/>
          <w:i/>
          <w:iCs/>
          <w:lang w:eastAsia="cs-CZ"/>
        </w:rPr>
        <w:t>nájmů při jejich zahájení a skončení a s tím související protokolární agendě na základě</w:t>
      </w:r>
    </w:p>
    <w:p w14:paraId="12F673E1" w14:textId="77777777" w:rsidR="007E2C4E" w:rsidRPr="007E2C4E" w:rsidRDefault="007E2C4E" w:rsidP="007E2C4E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E2C4E">
        <w:rPr>
          <w:rFonts w:eastAsia="Times New Roman" w:cs="Times New Roman"/>
          <w:i/>
          <w:iCs/>
          <w:lang w:eastAsia="cs-CZ"/>
        </w:rPr>
        <w:t>Objednatelem sjednaných nájemních smluv, jakož i řešení otázek nájemného s nimi</w:t>
      </w:r>
    </w:p>
    <w:p w14:paraId="13C84506" w14:textId="77777777" w:rsidR="007E2C4E" w:rsidRPr="007E2C4E" w:rsidRDefault="007E2C4E" w:rsidP="007E2C4E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E2C4E">
        <w:rPr>
          <w:rFonts w:eastAsia="Times New Roman" w:cs="Times New Roman"/>
          <w:i/>
          <w:iCs/>
          <w:lang w:eastAsia="cs-CZ"/>
        </w:rPr>
        <w:lastRenderedPageBreak/>
        <w:t>souvisejících. Dále bude komunikovat s Objednatelem veškerou agendu týkající se nájmů</w:t>
      </w:r>
    </w:p>
    <w:p w14:paraId="050CB932" w14:textId="77777777" w:rsidR="007E2C4E" w:rsidRPr="007E2C4E" w:rsidRDefault="007E2C4E" w:rsidP="007E2C4E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E2C4E">
        <w:rPr>
          <w:rFonts w:eastAsia="Times New Roman" w:cs="Times New Roman"/>
          <w:i/>
          <w:iCs/>
          <w:lang w:eastAsia="cs-CZ"/>
        </w:rPr>
        <w:t>a nájemného a poskytovat s Objednatelem veškerou vzájemnou součinnost nezbytnou pro</w:t>
      </w:r>
    </w:p>
    <w:p w14:paraId="5429679D" w14:textId="77777777" w:rsidR="007E2C4E" w:rsidRPr="007E2C4E" w:rsidRDefault="007E2C4E" w:rsidP="007E2C4E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E2C4E">
        <w:rPr>
          <w:rFonts w:eastAsia="Times New Roman" w:cs="Times New Roman"/>
          <w:i/>
          <w:iCs/>
          <w:lang w:eastAsia="cs-CZ"/>
        </w:rPr>
        <w:t>zajištění zhotovení Díla v souvislosti s nájemními vztahy. Zhotovitel je při své činnosti</w:t>
      </w:r>
    </w:p>
    <w:p w14:paraId="5378D191" w14:textId="77777777" w:rsidR="007E2C4E" w:rsidRPr="007E2C4E" w:rsidRDefault="007E2C4E" w:rsidP="007E2C4E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E2C4E">
        <w:rPr>
          <w:rFonts w:eastAsia="Times New Roman" w:cs="Times New Roman"/>
          <w:i/>
          <w:iCs/>
          <w:lang w:eastAsia="cs-CZ"/>
        </w:rPr>
        <w:t>povinen postupovat s péčí řádného hospodáře a dbát ochrany oprávněných zájmů</w:t>
      </w:r>
    </w:p>
    <w:p w14:paraId="5D0C9837" w14:textId="77777777" w:rsidR="007E2C4E" w:rsidRPr="007E2C4E" w:rsidRDefault="007E2C4E" w:rsidP="007E2C4E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E2C4E">
        <w:rPr>
          <w:rFonts w:eastAsia="Times New Roman" w:cs="Times New Roman"/>
          <w:i/>
          <w:iCs/>
          <w:lang w:eastAsia="cs-CZ"/>
        </w:rPr>
        <w:t>Objednatele. V případě nejasností postupuje dle pokynů Správce stavby.</w:t>
      </w:r>
    </w:p>
    <w:p w14:paraId="47386F70" w14:textId="77777777" w:rsidR="007E2C4E" w:rsidRPr="007E2C4E" w:rsidRDefault="007E2C4E" w:rsidP="007E2C4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A8C7E53" w14:textId="5B180662" w:rsidR="007E2C4E" w:rsidRPr="007E2C4E" w:rsidRDefault="007E2C4E" w:rsidP="007E2C4E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7E2C4E">
        <w:rPr>
          <w:rFonts w:eastAsia="Times New Roman" w:cs="Times New Roman"/>
          <w:b/>
          <w:bCs/>
          <w:lang w:eastAsia="cs-CZ"/>
        </w:rPr>
        <w:t xml:space="preserve">Domníváme se, že by se mělo jednat o tzv. </w:t>
      </w:r>
      <w:proofErr w:type="spellStart"/>
      <w:r w:rsidRPr="007E2C4E">
        <w:rPr>
          <w:rFonts w:eastAsia="Times New Roman" w:cs="Times New Roman"/>
          <w:b/>
          <w:bCs/>
          <w:lang w:eastAsia="cs-CZ"/>
        </w:rPr>
        <w:t>preliminářovou</w:t>
      </w:r>
      <w:proofErr w:type="spellEnd"/>
      <w:r w:rsidRPr="007E2C4E">
        <w:rPr>
          <w:rFonts w:eastAsia="Times New Roman" w:cs="Times New Roman"/>
          <w:b/>
          <w:bCs/>
          <w:lang w:eastAsia="cs-CZ"/>
        </w:rPr>
        <w:t xml:space="preserve"> položku. Zveřejní zadavatel nájemní smlouvy, popřípadě jakým způsobem mají účastníci položku „Nájmy hrazené zhotovitelem“ ocenit?</w:t>
      </w:r>
    </w:p>
    <w:p w14:paraId="38EA16A2" w14:textId="77777777" w:rsidR="007E2C4E" w:rsidRPr="007E2C4E" w:rsidRDefault="007E2C4E" w:rsidP="007E2C4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92FC7" w14:textId="1CFAE8D5" w:rsidR="007E2C4E" w:rsidRPr="007E2C4E" w:rsidRDefault="007E2C4E" w:rsidP="00BD53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7E2C4E">
        <w:rPr>
          <w:rFonts w:eastAsia="Times New Roman" w:cs="Times New Roman"/>
          <w:b/>
          <w:bCs/>
          <w:lang w:eastAsia="cs-CZ"/>
        </w:rPr>
        <w:t>Odpověď:</w:t>
      </w:r>
    </w:p>
    <w:p w14:paraId="3656DB20" w14:textId="77777777" w:rsidR="008018BC" w:rsidRDefault="008018BC" w:rsidP="008018BC">
      <w:pPr>
        <w:spacing w:after="0"/>
        <w:jc w:val="both"/>
        <w:rPr>
          <w:b/>
          <w:bCs/>
          <w:i/>
          <w:iCs/>
          <w:lang w:eastAsia="cs-CZ"/>
        </w:rPr>
      </w:pPr>
      <w:r w:rsidRPr="008018BC">
        <w:rPr>
          <w:b/>
          <w:bCs/>
          <w:lang w:eastAsia="cs-CZ"/>
        </w:rPr>
        <w:t xml:space="preserve">Zadavatel uvádí, že v rámci uvedené položky budou naceněny pouze nájmy z budoucích nájemních / nájemních smluv, které jsou součástí zadávací dokumentace. Tyto jsou v rámci zadávací dokumentace uvedeny zde: </w:t>
      </w:r>
      <w:r w:rsidRPr="008018BC">
        <w:rPr>
          <w:b/>
          <w:bCs/>
          <w:i/>
          <w:iCs/>
          <w:lang w:eastAsia="cs-CZ"/>
        </w:rPr>
        <w:t xml:space="preserve">PDPS 2023_11 </w:t>
      </w:r>
      <w:proofErr w:type="spellStart"/>
      <w:r w:rsidRPr="008018BC">
        <w:rPr>
          <w:b/>
          <w:bCs/>
          <w:i/>
          <w:iCs/>
          <w:lang w:eastAsia="cs-CZ"/>
        </w:rPr>
        <w:t>uzav</w:t>
      </w:r>
      <w:proofErr w:type="spellEnd"/>
      <w:r w:rsidRPr="008018BC">
        <w:rPr>
          <w:b/>
          <w:bCs/>
          <w:i/>
          <w:iCs/>
          <w:lang w:eastAsia="cs-CZ"/>
        </w:rPr>
        <w:t xml:space="preserve">\Doklady\06.1 Doklady k </w:t>
      </w:r>
      <w:proofErr w:type="spellStart"/>
      <w:r w:rsidRPr="008018BC">
        <w:rPr>
          <w:b/>
          <w:bCs/>
          <w:i/>
          <w:iCs/>
          <w:lang w:eastAsia="cs-CZ"/>
        </w:rPr>
        <w:t>projednani</w:t>
      </w:r>
      <w:proofErr w:type="spellEnd"/>
      <w:r w:rsidRPr="008018BC">
        <w:rPr>
          <w:b/>
          <w:bCs/>
          <w:i/>
          <w:iCs/>
          <w:lang w:eastAsia="cs-CZ"/>
        </w:rPr>
        <w:t xml:space="preserve"> s </w:t>
      </w:r>
      <w:proofErr w:type="spellStart"/>
      <w:r w:rsidRPr="008018BC">
        <w:rPr>
          <w:b/>
          <w:bCs/>
          <w:i/>
          <w:iCs/>
          <w:lang w:eastAsia="cs-CZ"/>
        </w:rPr>
        <w:t>vlastniky</w:t>
      </w:r>
      <w:proofErr w:type="spellEnd"/>
      <w:r w:rsidRPr="008018BC">
        <w:rPr>
          <w:b/>
          <w:bCs/>
          <w:i/>
          <w:iCs/>
          <w:lang w:eastAsia="cs-CZ"/>
        </w:rPr>
        <w:t>.</w:t>
      </w:r>
    </w:p>
    <w:p w14:paraId="0EA40968" w14:textId="029C041F" w:rsidR="008018BC" w:rsidRDefault="008018BC" w:rsidP="008018BC">
      <w:pPr>
        <w:spacing w:after="0"/>
        <w:jc w:val="both"/>
        <w:rPr>
          <w:b/>
          <w:bCs/>
          <w:lang w:eastAsia="cs-CZ"/>
        </w:rPr>
      </w:pPr>
      <w:r w:rsidRPr="008018BC">
        <w:rPr>
          <w:b/>
          <w:bCs/>
          <w:lang w:eastAsia="cs-CZ"/>
        </w:rPr>
        <w:t xml:space="preserve">Při kontrole dokumentační </w:t>
      </w:r>
      <w:proofErr w:type="gramStart"/>
      <w:r w:rsidRPr="008018BC">
        <w:rPr>
          <w:b/>
          <w:bCs/>
          <w:lang w:eastAsia="cs-CZ"/>
        </w:rPr>
        <w:t>části  zadávací</w:t>
      </w:r>
      <w:proofErr w:type="gramEnd"/>
      <w:r w:rsidRPr="008018BC">
        <w:rPr>
          <w:b/>
          <w:bCs/>
          <w:lang w:eastAsia="cs-CZ"/>
        </w:rPr>
        <w:t xml:space="preserve"> dokumentace Zadavatel zjistil, že ve výše uvedené složce se nenacházejí všechny uzavřené nájemní smlouvy. Z tohoto důvodu Zadavatel přikládá přílohou tohoto vysvětlení nájemní smlouvu č. </w:t>
      </w:r>
      <w:proofErr w:type="gramStart"/>
      <w:r w:rsidRPr="008018BC">
        <w:rPr>
          <w:b/>
          <w:bCs/>
          <w:lang w:eastAsia="cs-CZ"/>
        </w:rPr>
        <w:t>E617 - S</w:t>
      </w:r>
      <w:proofErr w:type="gramEnd"/>
      <w:r w:rsidRPr="008018BC">
        <w:rPr>
          <w:b/>
          <w:bCs/>
          <w:lang w:eastAsia="cs-CZ"/>
        </w:rPr>
        <w:t xml:space="preserve"> - 5031/2021 spolu s dodatkem č. 1 této smlouvy a smlouvu č. E617-S-1015/2021, které budou účastníkem v jeho nabídce zohledněny.</w:t>
      </w:r>
    </w:p>
    <w:p w14:paraId="053C252F" w14:textId="77777777" w:rsidR="008018BC" w:rsidRPr="008018BC" w:rsidRDefault="008018BC" w:rsidP="008018BC">
      <w:pPr>
        <w:spacing w:after="0"/>
        <w:jc w:val="both"/>
        <w:rPr>
          <w:b/>
          <w:bCs/>
          <w:i/>
          <w:iCs/>
          <w:lang w:eastAsia="cs-CZ"/>
        </w:rPr>
      </w:pPr>
    </w:p>
    <w:p w14:paraId="3152C365" w14:textId="6B084E21" w:rsidR="007E2C4E" w:rsidRPr="008018BC" w:rsidRDefault="008018BC" w:rsidP="008018BC">
      <w:pPr>
        <w:jc w:val="both"/>
        <w:rPr>
          <w:b/>
          <w:bCs/>
          <w:lang w:eastAsia="cs-CZ"/>
        </w:rPr>
      </w:pPr>
      <w:r w:rsidRPr="008018BC">
        <w:rPr>
          <w:b/>
          <w:bCs/>
          <w:lang w:eastAsia="cs-CZ"/>
        </w:rPr>
        <w:t xml:space="preserve">V případě nájemného z nájemních smluv, které nebyly součástí zadávací dokumentace, nebude toto nájemné v rámci nabídky účastníka naceňováno. Toto nájemné bude hrazeno Zhotovitelem a následně Zhotoviteli uhrazeno v rámci Změnového listu stavby dle směrnice SŽ SM105. </w:t>
      </w:r>
    </w:p>
    <w:p w14:paraId="3ADF1907" w14:textId="77777777" w:rsidR="007E2C4E" w:rsidRDefault="007E2C4E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90B9930" w14:textId="77777777" w:rsidR="00A71023" w:rsidRDefault="00A71023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489F4AC" w14:textId="77777777" w:rsidR="007E2C4E" w:rsidRPr="00BD5319" w:rsidRDefault="007E2C4E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C87717" w:rsidRDefault="00664163" w:rsidP="008018BC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9BBEEB1" w14:textId="77777777" w:rsidR="00A71023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71023">
        <w:rPr>
          <w:rFonts w:eastAsia="Calibri" w:cs="Times New Roman"/>
          <w:b/>
          <w:bCs/>
          <w:lang w:eastAsia="cs-CZ"/>
        </w:rPr>
        <w:t>Příloh</w:t>
      </w:r>
      <w:r w:rsidR="00A71023" w:rsidRPr="00A71023">
        <w:rPr>
          <w:rFonts w:eastAsia="Calibri" w:cs="Times New Roman"/>
          <w:b/>
          <w:bCs/>
          <w:lang w:eastAsia="cs-CZ"/>
        </w:rPr>
        <w:t>y</w:t>
      </w:r>
      <w:r w:rsidRPr="00A71023">
        <w:rPr>
          <w:rFonts w:eastAsia="Calibri" w:cs="Times New Roman"/>
          <w:b/>
          <w:bCs/>
          <w:lang w:eastAsia="cs-CZ"/>
        </w:rPr>
        <w:t>:</w:t>
      </w:r>
    </w:p>
    <w:p w14:paraId="4B09CC2F" w14:textId="77777777" w:rsidR="00A71023" w:rsidRPr="00A71023" w:rsidRDefault="00A7102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lang w:eastAsia="cs-CZ"/>
        </w:rPr>
      </w:pPr>
      <w:r w:rsidRPr="00A71023">
        <w:rPr>
          <w:rFonts w:eastAsia="Calibri" w:cs="Times New Roman"/>
          <w:b/>
          <w:lang w:eastAsia="cs-CZ"/>
        </w:rPr>
        <w:t xml:space="preserve">S 1015-2021 </w:t>
      </w:r>
      <w:proofErr w:type="spellStart"/>
      <w:r w:rsidRPr="00A71023">
        <w:rPr>
          <w:rFonts w:eastAsia="Calibri" w:cs="Times New Roman"/>
          <w:b/>
          <w:lang w:eastAsia="cs-CZ"/>
        </w:rPr>
        <w:t>náj</w:t>
      </w:r>
      <w:proofErr w:type="spellEnd"/>
      <w:r w:rsidRPr="00A71023">
        <w:rPr>
          <w:rFonts w:eastAsia="Calibri" w:cs="Times New Roman"/>
          <w:b/>
          <w:lang w:eastAsia="cs-CZ"/>
        </w:rPr>
        <w:t xml:space="preserve">. </w:t>
      </w:r>
      <w:proofErr w:type="spellStart"/>
      <w:r w:rsidRPr="00A71023">
        <w:rPr>
          <w:rFonts w:eastAsia="Calibri" w:cs="Times New Roman"/>
          <w:b/>
          <w:lang w:eastAsia="cs-CZ"/>
        </w:rPr>
        <w:t>sml</w:t>
      </w:r>
      <w:proofErr w:type="spellEnd"/>
      <w:r w:rsidRPr="00A71023">
        <w:rPr>
          <w:rFonts w:eastAsia="Calibri" w:cs="Times New Roman"/>
          <w:b/>
          <w:lang w:eastAsia="cs-CZ"/>
        </w:rPr>
        <w:t xml:space="preserve">. Povodí Moravy </w:t>
      </w:r>
      <w:proofErr w:type="gramStart"/>
      <w:r w:rsidRPr="00A71023">
        <w:rPr>
          <w:rFonts w:eastAsia="Calibri" w:cs="Times New Roman"/>
          <w:b/>
          <w:lang w:eastAsia="cs-CZ"/>
        </w:rPr>
        <w:t>s.p.</w:t>
      </w:r>
      <w:r w:rsidRPr="00A71023">
        <w:rPr>
          <w:rFonts w:eastAsia="Calibri" w:cs="Times New Roman"/>
          <w:b/>
          <w:lang w:eastAsia="cs-CZ"/>
        </w:rPr>
        <w:t>.</w:t>
      </w:r>
      <w:proofErr w:type="spellStart"/>
      <w:proofErr w:type="gramEnd"/>
      <w:r w:rsidRPr="00A71023">
        <w:rPr>
          <w:rFonts w:eastAsia="Calibri" w:cs="Times New Roman"/>
          <w:b/>
          <w:lang w:eastAsia="cs-CZ"/>
        </w:rPr>
        <w:t>pdf</w:t>
      </w:r>
      <w:proofErr w:type="spellEnd"/>
    </w:p>
    <w:p w14:paraId="27FD51BC" w14:textId="77777777" w:rsidR="00A71023" w:rsidRPr="00A71023" w:rsidRDefault="00A7102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lang w:eastAsia="cs-CZ"/>
        </w:rPr>
      </w:pPr>
      <w:r w:rsidRPr="00A71023">
        <w:rPr>
          <w:rFonts w:eastAsia="Calibri" w:cs="Times New Roman"/>
          <w:b/>
          <w:lang w:eastAsia="cs-CZ"/>
        </w:rPr>
        <w:t xml:space="preserve">S 5031-2021 dod.č.1- nájemní </w:t>
      </w:r>
      <w:proofErr w:type="gramStart"/>
      <w:r w:rsidRPr="00A71023">
        <w:rPr>
          <w:rFonts w:eastAsia="Calibri" w:cs="Times New Roman"/>
          <w:b/>
          <w:lang w:eastAsia="cs-CZ"/>
        </w:rPr>
        <w:t>smlouva- Statutární</w:t>
      </w:r>
      <w:proofErr w:type="gramEnd"/>
      <w:r w:rsidRPr="00A71023">
        <w:rPr>
          <w:rFonts w:eastAsia="Calibri" w:cs="Times New Roman"/>
          <w:b/>
          <w:lang w:eastAsia="cs-CZ"/>
        </w:rPr>
        <w:t xml:space="preserve"> město Jihlava</w:t>
      </w:r>
      <w:r w:rsidRPr="00A71023">
        <w:rPr>
          <w:rFonts w:eastAsia="Calibri" w:cs="Times New Roman"/>
          <w:b/>
          <w:lang w:eastAsia="cs-CZ"/>
        </w:rPr>
        <w:t>.pdf</w:t>
      </w:r>
    </w:p>
    <w:p w14:paraId="09F0E72D" w14:textId="77777777" w:rsidR="00A71023" w:rsidRPr="00A71023" w:rsidRDefault="00A7102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lang w:eastAsia="cs-CZ"/>
        </w:rPr>
      </w:pPr>
      <w:r w:rsidRPr="00A71023">
        <w:rPr>
          <w:rFonts w:eastAsia="Calibri" w:cs="Times New Roman"/>
          <w:b/>
          <w:lang w:eastAsia="cs-CZ"/>
        </w:rPr>
        <w:t xml:space="preserve">S 5031-2021 nájemní </w:t>
      </w:r>
      <w:proofErr w:type="gramStart"/>
      <w:r w:rsidRPr="00A71023">
        <w:rPr>
          <w:rFonts w:eastAsia="Calibri" w:cs="Times New Roman"/>
          <w:b/>
          <w:lang w:eastAsia="cs-CZ"/>
        </w:rPr>
        <w:t>smlouva- Statutární</w:t>
      </w:r>
      <w:proofErr w:type="gramEnd"/>
      <w:r w:rsidRPr="00A71023">
        <w:rPr>
          <w:rFonts w:eastAsia="Calibri" w:cs="Times New Roman"/>
          <w:b/>
          <w:lang w:eastAsia="cs-CZ"/>
        </w:rPr>
        <w:t xml:space="preserve"> město Jihlava</w:t>
      </w:r>
      <w:r w:rsidRPr="00A71023">
        <w:rPr>
          <w:rFonts w:eastAsia="Calibri" w:cs="Times New Roman"/>
          <w:b/>
          <w:lang w:eastAsia="cs-CZ"/>
        </w:rPr>
        <w:t>.pdf</w:t>
      </w:r>
    </w:p>
    <w:p w14:paraId="586F9DBF" w14:textId="77777777" w:rsidR="00A71023" w:rsidRPr="00A71023" w:rsidRDefault="00A7102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lang w:eastAsia="cs-CZ"/>
        </w:rPr>
      </w:pPr>
      <w:r w:rsidRPr="00A71023">
        <w:rPr>
          <w:rFonts w:eastAsia="Calibri" w:cs="Times New Roman"/>
          <w:b/>
          <w:lang w:eastAsia="cs-CZ"/>
        </w:rPr>
        <w:t>XDC_Jihlava_mesto_zm16_20240603</w:t>
      </w:r>
      <w:r w:rsidRPr="00A71023">
        <w:rPr>
          <w:rFonts w:eastAsia="Calibri" w:cs="Times New Roman"/>
          <w:b/>
          <w:lang w:eastAsia="cs-CZ"/>
        </w:rPr>
        <w:t>.xml</w:t>
      </w:r>
    </w:p>
    <w:p w14:paraId="35D7DDE8" w14:textId="11C54617" w:rsidR="00664163" w:rsidRPr="00BD5319" w:rsidRDefault="00A7102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71023">
        <w:rPr>
          <w:rFonts w:eastAsia="Calibri" w:cs="Times New Roman"/>
          <w:b/>
          <w:lang w:eastAsia="cs-CZ"/>
        </w:rPr>
        <w:t>XLS_Jihlava_mesto_zm16_20240603</w:t>
      </w:r>
      <w:r w:rsidRPr="00A71023">
        <w:rPr>
          <w:rFonts w:eastAsia="Calibri" w:cs="Times New Roman"/>
          <w:b/>
          <w:lang w:eastAsia="cs-CZ"/>
        </w:rPr>
        <w:t>.xlsx</w:t>
      </w:r>
      <w:r w:rsidR="00664163"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664163" w:rsidRPr="00BD5319">
        <w:rPr>
          <w:rFonts w:eastAsia="Calibri" w:cs="Times New Roman"/>
          <w:bCs/>
          <w:lang w:eastAsia="cs-CZ"/>
        </w:rPr>
        <w:instrText xml:space="preserve"> FORMTEXT </w:instrText>
      </w:r>
      <w:r w:rsidR="00664163" w:rsidRPr="00BD5319">
        <w:rPr>
          <w:rFonts w:eastAsia="Calibri" w:cs="Times New Roman"/>
          <w:bCs/>
          <w:lang w:eastAsia="cs-CZ"/>
        </w:rPr>
      </w:r>
      <w:r w:rsidR="00664163" w:rsidRPr="00BD5319">
        <w:rPr>
          <w:rFonts w:eastAsia="Calibri" w:cs="Times New Roman"/>
          <w:bCs/>
          <w:lang w:eastAsia="cs-CZ"/>
        </w:rPr>
        <w:fldChar w:fldCharType="separate"/>
      </w:r>
      <w:r w:rsidR="00664163" w:rsidRPr="00BD5319">
        <w:rPr>
          <w:rFonts w:eastAsia="Calibri" w:cs="Times New Roman"/>
          <w:bCs/>
          <w:lang w:eastAsia="cs-CZ"/>
        </w:rPr>
        <w:t> </w:t>
      </w:r>
      <w:r w:rsidR="00664163" w:rsidRPr="00BD5319">
        <w:rPr>
          <w:rFonts w:eastAsia="Calibri" w:cs="Times New Roman"/>
          <w:bCs/>
          <w:lang w:eastAsia="cs-CZ"/>
        </w:rPr>
        <w:t> </w:t>
      </w:r>
      <w:r w:rsidR="00664163" w:rsidRPr="00BD5319">
        <w:rPr>
          <w:rFonts w:eastAsia="Calibri" w:cs="Times New Roman"/>
          <w:bCs/>
          <w:lang w:eastAsia="cs-CZ"/>
        </w:rPr>
        <w:t> </w:t>
      </w:r>
      <w:r w:rsidR="00664163" w:rsidRPr="00BD5319">
        <w:rPr>
          <w:rFonts w:eastAsia="Calibri" w:cs="Times New Roman"/>
          <w:bCs/>
          <w:lang w:eastAsia="cs-CZ"/>
        </w:rPr>
        <w:t> </w:t>
      </w:r>
      <w:r w:rsidR="00664163" w:rsidRPr="00BD5319">
        <w:rPr>
          <w:rFonts w:eastAsia="Calibri" w:cs="Times New Roman"/>
          <w:bCs/>
          <w:lang w:eastAsia="cs-CZ"/>
        </w:rPr>
        <w:t> </w:t>
      </w:r>
      <w:r w:rsidR="00664163"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A3FC790" w14:textId="77777777" w:rsidR="008018BC" w:rsidRDefault="008018BC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F3047D0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18BC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DEDC136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88472C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029E2" w14:textId="77777777" w:rsidR="0088472C" w:rsidRDefault="0088472C" w:rsidP="00962258">
      <w:pPr>
        <w:spacing w:after="0" w:line="240" w:lineRule="auto"/>
      </w:pPr>
      <w:r>
        <w:separator/>
      </w:r>
    </w:p>
  </w:endnote>
  <w:endnote w:type="continuationSeparator" w:id="0">
    <w:p w14:paraId="393D177D" w14:textId="77777777" w:rsidR="0088472C" w:rsidRDefault="008847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3923B49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4FC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4FC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5DFFCAE3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4FC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4FC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9F37A" w14:textId="77777777" w:rsidR="0088472C" w:rsidRDefault="0088472C" w:rsidP="00962258">
      <w:pPr>
        <w:spacing w:after="0" w:line="240" w:lineRule="auto"/>
      </w:pPr>
      <w:r>
        <w:separator/>
      </w:r>
    </w:p>
  </w:footnote>
  <w:footnote w:type="continuationSeparator" w:id="0">
    <w:p w14:paraId="255E334F" w14:textId="77777777" w:rsidR="0088472C" w:rsidRDefault="008847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361326183">
    <w:abstractNumId w:val="2"/>
  </w:num>
  <w:num w:numId="2" w16cid:durableId="1325738836">
    <w:abstractNumId w:val="1"/>
  </w:num>
  <w:num w:numId="3" w16cid:durableId="890075402">
    <w:abstractNumId w:val="3"/>
  </w:num>
  <w:num w:numId="4" w16cid:durableId="1882395523">
    <w:abstractNumId w:val="6"/>
  </w:num>
  <w:num w:numId="5" w16cid:durableId="1455096244">
    <w:abstractNumId w:val="0"/>
  </w:num>
  <w:num w:numId="6" w16cid:durableId="1918175634">
    <w:abstractNumId w:val="5"/>
  </w:num>
  <w:num w:numId="7" w16cid:durableId="62851733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4FC0"/>
    <w:rsid w:val="000B6C7E"/>
    <w:rsid w:val="000B7907"/>
    <w:rsid w:val="000C0429"/>
    <w:rsid w:val="000C45E8"/>
    <w:rsid w:val="00114472"/>
    <w:rsid w:val="00170EC5"/>
    <w:rsid w:val="001740CA"/>
    <w:rsid w:val="001747C1"/>
    <w:rsid w:val="0018596A"/>
    <w:rsid w:val="0018787C"/>
    <w:rsid w:val="001A10ED"/>
    <w:rsid w:val="001B69C2"/>
    <w:rsid w:val="001C4DA0"/>
    <w:rsid w:val="00207DF5"/>
    <w:rsid w:val="00267369"/>
    <w:rsid w:val="0026785D"/>
    <w:rsid w:val="00296D39"/>
    <w:rsid w:val="002B4249"/>
    <w:rsid w:val="002C31BF"/>
    <w:rsid w:val="002E0CD7"/>
    <w:rsid w:val="002F026B"/>
    <w:rsid w:val="00304E11"/>
    <w:rsid w:val="0033512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D2AD8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7F06"/>
    <w:rsid w:val="007038E7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178C"/>
    <w:rsid w:val="007B570C"/>
    <w:rsid w:val="007E2C4E"/>
    <w:rsid w:val="007E4A6E"/>
    <w:rsid w:val="007F56A7"/>
    <w:rsid w:val="007F626E"/>
    <w:rsid w:val="008018BC"/>
    <w:rsid w:val="00807DD0"/>
    <w:rsid w:val="00813F11"/>
    <w:rsid w:val="008841FB"/>
    <w:rsid w:val="0088472C"/>
    <w:rsid w:val="00891334"/>
    <w:rsid w:val="008A3568"/>
    <w:rsid w:val="008C3C2A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44328"/>
    <w:rsid w:val="00A6177B"/>
    <w:rsid w:val="00A66136"/>
    <w:rsid w:val="00A71023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10590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554D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EF43FF"/>
    <w:rsid w:val="00F01440"/>
    <w:rsid w:val="00F12DEC"/>
    <w:rsid w:val="00F1715C"/>
    <w:rsid w:val="00F216AB"/>
    <w:rsid w:val="00F310F8"/>
    <w:rsid w:val="00F35939"/>
    <w:rsid w:val="00F45607"/>
    <w:rsid w:val="00F5511F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10E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10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83C1F0-9D86-4D9B-9794-FDF774E284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purl.org/dc/terms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2</Pages>
  <Words>660</Words>
  <Characters>3894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Kamila Přerovská</cp:lastModifiedBy>
  <cp:revision>3</cp:revision>
  <cp:lastPrinted>2019-02-22T13:28:00Z</cp:lastPrinted>
  <dcterms:created xsi:type="dcterms:W3CDTF">2024-06-03T12:54:00Z</dcterms:created>
  <dcterms:modified xsi:type="dcterms:W3CDTF">2024-06-03T12:58:00Z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